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096850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0C1EB8">
        <w:rPr>
          <w:rFonts w:ascii="Arial Narrow" w:hAnsi="Arial Narrow"/>
          <w:sz w:val="22"/>
          <w:lang w:val="de-DE"/>
        </w:rPr>
        <w:t>. Sitzung | WS 201</w:t>
      </w:r>
      <w:r w:rsidR="008D2BDB"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F8164E">
        <w:rPr>
          <w:rFonts w:ascii="Arial Narrow" w:hAnsi="Arial Narrow"/>
          <w:noProof/>
          <w:sz w:val="22"/>
          <w:lang w:val="de-DE"/>
        </w:rPr>
        <w:t>16.10.2012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6070BB" w:rsidRDefault="006070BB" w:rsidP="002E5138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Nachbetrachtung Erstiparty/Feedback-Runde</w:t>
      </w:r>
    </w:p>
    <w:p w:rsidR="002E433E" w:rsidRDefault="002E433E" w:rsidP="002E433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Nächstes mal mehr Kassen</w:t>
      </w:r>
    </w:p>
    <w:p w:rsidR="002E433E" w:rsidRDefault="002E433E" w:rsidP="002E433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Mehr Garderobenpersonal</w:t>
      </w:r>
    </w:p>
    <w:p w:rsidR="002E433E" w:rsidRDefault="002E433E" w:rsidP="002E433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Schnellere F-Card-Kontrolle mit Gerät</w:t>
      </w:r>
    </w:p>
    <w:p w:rsidR="002E433E" w:rsidRDefault="002E433E" w:rsidP="002E433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Platz vor A-Bau und Parkplatz auf jeden Fall nachts aufräumen, evtl. Aufräumen alte Cafete auf Do verschieben</w:t>
      </w:r>
    </w:p>
    <w:p w:rsidR="002E5138" w:rsidRDefault="002E5138" w:rsidP="002E5138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Safe-Schlüssel</w:t>
      </w:r>
    </w:p>
    <w:p w:rsidR="000C1EB8" w:rsidRDefault="00F8164E" w:rsidP="002E513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Haben Sandra und Micha ihre erhalten?</w:t>
      </w:r>
    </w:p>
    <w:p w:rsidR="002E5138" w:rsidRDefault="002E5138" w:rsidP="002E5138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Verantwortlicher Öffentlichkeitsarbeit</w:t>
      </w:r>
    </w:p>
    <w:p w:rsidR="002E5138" w:rsidRDefault="002E5138" w:rsidP="002E513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Micha?</w:t>
      </w:r>
    </w:p>
    <w:p w:rsidR="006728FD" w:rsidRDefault="006728FD" w:rsidP="002E513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Facebookseite, Fotos und Homepage aktualisieren</w:t>
      </w:r>
    </w:p>
    <w:p w:rsidR="002E5138" w:rsidRDefault="002E5138" w:rsidP="002E5138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Schriftführer</w:t>
      </w:r>
    </w:p>
    <w:p w:rsidR="002E5138" w:rsidRDefault="002E5138" w:rsidP="002E513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?</w:t>
      </w:r>
    </w:p>
    <w:p w:rsidR="002E5138" w:rsidRDefault="002E5138" w:rsidP="002E5138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Sprechzeiten im Büro</w:t>
      </w:r>
    </w:p>
    <w:p w:rsidR="00143D3A" w:rsidRPr="00143D3A" w:rsidRDefault="002E5138" w:rsidP="00143D3A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Kriegen wir regelmäßige Zeiten hin?</w:t>
      </w:r>
    </w:p>
    <w:p w:rsidR="00143D3A" w:rsidRDefault="00143D3A" w:rsidP="00143D3A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Aushänge</w:t>
      </w:r>
    </w:p>
    <w:p w:rsidR="00143D3A" w:rsidRDefault="00143D3A" w:rsidP="00143D3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Wohnungsaushänge können an den entsprechenden Stellen aufgehängt werden, aber wir erstellen keine und hängen keine selber auf</w:t>
      </w:r>
    </w:p>
    <w:p w:rsidR="00143D3A" w:rsidRDefault="00143D3A" w:rsidP="00143D3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143D3A">
        <w:rPr>
          <w:rFonts w:ascii="Arial Narrow" w:hAnsi="Arial Narrow"/>
          <w:sz w:val="22"/>
          <w:lang w:val="de-DE"/>
        </w:rPr>
        <w:t>Referatsaushänge müssen das AStA-Referatslogo enthalten und können da aufgehängt werden wo andere hängen, keinesfalls an Türen!</w:t>
      </w:r>
    </w:p>
    <w:p w:rsidR="006070BB" w:rsidRDefault="006070BB" w:rsidP="00143D3A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Hochschulball</w:t>
      </w:r>
    </w:p>
    <w:p w:rsidR="006070BB" w:rsidRDefault="006070BB" w:rsidP="006070BB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Motto?</w:t>
      </w:r>
    </w:p>
    <w:p w:rsidR="006070BB" w:rsidRDefault="006070BB" w:rsidP="006070BB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ist da?</w:t>
      </w:r>
    </w:p>
    <w:p w:rsidR="006070BB" w:rsidRDefault="006070BB" w:rsidP="006070BB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Evtl Zuständigkeiten nach neuem Modell (besprechen wir noch</w:t>
      </w:r>
      <w:r w:rsidR="00F8164E">
        <w:rPr>
          <w:rFonts w:ascii="Arial Narrow" w:hAnsi="Arial Narrow"/>
          <w:sz w:val="22"/>
          <w:lang w:val="de-DE"/>
        </w:rPr>
        <w:t>, David/Matze</w:t>
      </w:r>
      <w:r>
        <w:rPr>
          <w:rFonts w:ascii="Arial Narrow" w:hAnsi="Arial Narrow"/>
          <w:sz w:val="22"/>
          <w:lang w:val="de-DE"/>
        </w:rPr>
        <w:t>)</w:t>
      </w:r>
    </w:p>
    <w:p w:rsidR="002E433E" w:rsidRDefault="002E433E" w:rsidP="006070BB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Band?</w:t>
      </w:r>
    </w:p>
    <w:p w:rsidR="002E433E" w:rsidRPr="006070BB" w:rsidRDefault="002E433E" w:rsidP="006070BB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BigBand-Referat bietet sich als Pausenband an</w:t>
      </w:r>
    </w:p>
    <w:p w:rsidR="00F55CAE" w:rsidRDefault="00F55CAE" w:rsidP="00143D3A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F55CAE" w:rsidRDefault="006728FD" w:rsidP="00F55CA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Erstitüten im Büro: auspacken und zurück zu Fr. Straub </w:t>
      </w:r>
    </w:p>
    <w:p w:rsidR="00F8164E" w:rsidRDefault="00F8164E" w:rsidP="00F8164E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904232" w:rsidRDefault="006728FD" w:rsidP="00F8164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Semesteranfangsessen mit Sabine?</w:t>
      </w:r>
    </w:p>
    <w:p w:rsidR="00F8164E" w:rsidRPr="00F8164E" w:rsidRDefault="00F8164E" w:rsidP="00F8164E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904232" w:rsidRPr="00F8164E" w:rsidRDefault="006728FD" w:rsidP="0090423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945E64">
        <w:rPr>
          <w:rFonts w:ascii="Arial Narrow" w:hAnsi="Arial Narrow"/>
          <w:sz w:val="22"/>
          <w:lang w:val="de-DE"/>
        </w:rPr>
        <w:t xml:space="preserve">Verwaltung alte </w:t>
      </w:r>
      <w:r w:rsidR="00945E64">
        <w:rPr>
          <w:rFonts w:ascii="Arial Narrow" w:hAnsi="Arial Narrow"/>
          <w:sz w:val="22"/>
          <w:lang w:val="de-DE"/>
        </w:rPr>
        <w:t>Cafete über Stundenplan-Website -&gt; macht David, Infos an ihn</w:t>
      </w:r>
    </w:p>
    <w:p w:rsidR="00F8164E" w:rsidRDefault="00F8164E" w:rsidP="00F8164E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904232" w:rsidRDefault="00904232" w:rsidP="006728FD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Fritz Cola ja/nein (Anni sollte Bescheid sagen bis 19. Oktober)</w:t>
      </w:r>
    </w:p>
    <w:p w:rsidR="00904232" w:rsidRDefault="00904232" w:rsidP="00904232">
      <w:pPr>
        <w:pStyle w:val="Listenabsatz"/>
        <w:rPr>
          <w:rFonts w:ascii="Arial Narrow" w:hAnsi="Arial Narrow"/>
          <w:sz w:val="22"/>
        </w:rPr>
      </w:pPr>
    </w:p>
    <w:p w:rsidR="00904232" w:rsidRDefault="00904232" w:rsidP="006728FD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Liste mit Referaten erstellen (Wann und welche Ansprechpartner)</w:t>
      </w:r>
      <w:r w:rsidR="00945E64">
        <w:rPr>
          <w:rFonts w:ascii="Arial Narrow" w:hAnsi="Arial Narrow"/>
          <w:sz w:val="22"/>
          <w:lang w:val="de-DE"/>
        </w:rPr>
        <w:t xml:space="preserve"> Janine</w:t>
      </w:r>
    </w:p>
    <w:p w:rsidR="00904232" w:rsidRDefault="00904232" w:rsidP="00904232">
      <w:pPr>
        <w:pStyle w:val="Listenabsatz"/>
        <w:rPr>
          <w:rFonts w:ascii="Arial Narrow" w:hAnsi="Arial Narrow"/>
          <w:sz w:val="22"/>
        </w:rPr>
      </w:pPr>
    </w:p>
    <w:p w:rsidR="00904232" w:rsidRDefault="00904232" w:rsidP="006728FD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Bewerbungsphotofirma in die HFU holen ja/nein (günstigere Konditionen und vor Ort), </w:t>
      </w:r>
    </w:p>
    <w:p w:rsidR="00904232" w:rsidRDefault="00904232" w:rsidP="00904232">
      <w:pPr>
        <w:pStyle w:val="Listenabsatz"/>
        <w:rPr>
          <w:rFonts w:ascii="Arial Narrow" w:hAnsi="Arial Narrow"/>
          <w:sz w:val="22"/>
        </w:rPr>
      </w:pPr>
    </w:p>
    <w:p w:rsidR="00904232" w:rsidRDefault="00904232" w:rsidP="002E433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Interne Liste mit Handynr. Und E-Mail ? Vordruck ist da</w:t>
      </w:r>
      <w:r w:rsidR="00F8164E">
        <w:rPr>
          <w:rFonts w:ascii="Arial Narrow" w:hAnsi="Arial Narrow"/>
          <w:sz w:val="22"/>
          <w:lang w:val="de-DE"/>
        </w:rPr>
        <w:t>, ausfüllen!</w:t>
      </w:r>
    </w:p>
    <w:p w:rsidR="00C008F5" w:rsidRDefault="00C008F5" w:rsidP="00C008F5">
      <w:pPr>
        <w:pStyle w:val="Listenabsatz"/>
        <w:rPr>
          <w:rFonts w:ascii="Arial Narrow" w:hAnsi="Arial Narrow"/>
          <w:sz w:val="22"/>
        </w:rPr>
      </w:pPr>
    </w:p>
    <w:p w:rsidR="00C008F5" w:rsidRDefault="00C008F5" w:rsidP="002E433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geht am 26.10. um 17Uhr zur Vorstandssitzung der Fördergesellschaft? (Mail Sabine vom 11.10.)</w:t>
      </w:r>
    </w:p>
    <w:p w:rsidR="00D014D2" w:rsidRDefault="00D014D2" w:rsidP="00D014D2">
      <w:pPr>
        <w:pStyle w:val="Listenabsatz"/>
        <w:rPr>
          <w:rFonts w:ascii="Arial Narrow" w:hAnsi="Arial Narrow"/>
          <w:sz w:val="22"/>
        </w:rPr>
      </w:pPr>
    </w:p>
    <w:p w:rsidR="00D014D2" w:rsidRDefault="00D014D2" w:rsidP="002E433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Shuttlebus ins Fame zur Professorennacht am 24.11.? Corinna?</w:t>
      </w:r>
    </w:p>
    <w:p w:rsidR="00D014D2" w:rsidRDefault="00D014D2" w:rsidP="00D014D2">
      <w:pPr>
        <w:pStyle w:val="Listenabsatz"/>
        <w:rPr>
          <w:rFonts w:ascii="Arial Narrow" w:hAnsi="Arial Narrow"/>
          <w:sz w:val="22"/>
        </w:rPr>
      </w:pPr>
    </w:p>
    <w:p w:rsidR="00D014D2" w:rsidRDefault="00D014D2" w:rsidP="002E433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Anfrage UnFUCK Material ausleihen, Mail vom 10.10. Wer ist da zum rausgeben am 19.?</w:t>
      </w:r>
    </w:p>
    <w:p w:rsidR="00781A07" w:rsidRDefault="00781A07" w:rsidP="00781A07">
      <w:pPr>
        <w:pStyle w:val="Listenabsatz"/>
        <w:rPr>
          <w:rFonts w:ascii="Arial Narrow" w:hAnsi="Arial Narrow"/>
          <w:sz w:val="22"/>
        </w:rPr>
      </w:pPr>
    </w:p>
    <w:p w:rsidR="00781A07" w:rsidRDefault="00781A07" w:rsidP="002E433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Anfrage PE/Wing-Lauf Kassen ausleihen</w:t>
      </w:r>
    </w:p>
    <w:p w:rsidR="00D26904" w:rsidRDefault="00D26904" w:rsidP="00D26904">
      <w:pPr>
        <w:pStyle w:val="Listenabsatz"/>
        <w:rPr>
          <w:rFonts w:ascii="Arial Narrow" w:hAnsi="Arial Narrow"/>
          <w:sz w:val="22"/>
        </w:rPr>
      </w:pPr>
    </w:p>
    <w:p w:rsidR="00D26904" w:rsidRDefault="00D26904" w:rsidP="002E433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Anfrage Kühlschrank für Bewirtung im I-Bau</w:t>
      </w:r>
      <w:bookmarkStart w:id="0" w:name="_GoBack"/>
      <w:bookmarkEnd w:id="0"/>
    </w:p>
    <w:p w:rsidR="00B01732" w:rsidRDefault="00B01732" w:rsidP="00B01732">
      <w:pPr>
        <w:pStyle w:val="Listenabsatz"/>
        <w:rPr>
          <w:rFonts w:ascii="Arial Narrow" w:hAnsi="Arial Narrow"/>
          <w:sz w:val="22"/>
        </w:rPr>
      </w:pPr>
    </w:p>
    <w:p w:rsidR="00B01732" w:rsidRPr="002E433E" w:rsidRDefault="00B01732" w:rsidP="002E433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5% Pool für Anschaffungen – Ideen?</w:t>
      </w:r>
    </w:p>
    <w:sectPr w:rsidR="00B01732" w:rsidRPr="002E433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138" w:rsidRDefault="002E5138">
      <w:pPr>
        <w:spacing w:line="20" w:lineRule="exact"/>
      </w:pPr>
    </w:p>
  </w:endnote>
  <w:endnote w:type="continuationSeparator" w:id="0">
    <w:p w:rsidR="002E5138" w:rsidRDefault="002E5138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2E5138" w:rsidRDefault="002E5138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138" w:rsidRDefault="002E5138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2E5138" w:rsidRDefault="002E5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26904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38"/>
    <w:rsid w:val="00010829"/>
    <w:rsid w:val="000243CF"/>
    <w:rsid w:val="000459F9"/>
    <w:rsid w:val="00052A2E"/>
    <w:rsid w:val="00063E3E"/>
    <w:rsid w:val="00094624"/>
    <w:rsid w:val="00096850"/>
    <w:rsid w:val="000A4FD2"/>
    <w:rsid w:val="000B2E2D"/>
    <w:rsid w:val="000C1EB8"/>
    <w:rsid w:val="000C2A6E"/>
    <w:rsid w:val="000D74D9"/>
    <w:rsid w:val="00103636"/>
    <w:rsid w:val="0011608E"/>
    <w:rsid w:val="001364FA"/>
    <w:rsid w:val="00143D3A"/>
    <w:rsid w:val="0014473D"/>
    <w:rsid w:val="00144E86"/>
    <w:rsid w:val="001C7E80"/>
    <w:rsid w:val="001D1374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433E"/>
    <w:rsid w:val="002E5138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070BB"/>
    <w:rsid w:val="006728FD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1A07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1DD4"/>
    <w:rsid w:val="008C250E"/>
    <w:rsid w:val="008D16EC"/>
    <w:rsid w:val="008D2BDB"/>
    <w:rsid w:val="008F7364"/>
    <w:rsid w:val="00904232"/>
    <w:rsid w:val="00927544"/>
    <w:rsid w:val="009301A0"/>
    <w:rsid w:val="00937828"/>
    <w:rsid w:val="00945E64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01732"/>
    <w:rsid w:val="00B25462"/>
    <w:rsid w:val="00B262CA"/>
    <w:rsid w:val="00B31937"/>
    <w:rsid w:val="00B51224"/>
    <w:rsid w:val="00B83D82"/>
    <w:rsid w:val="00BE1515"/>
    <w:rsid w:val="00C008F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014D2"/>
    <w:rsid w:val="00D26904"/>
    <w:rsid w:val="00D46375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55CAE"/>
    <w:rsid w:val="00F8164E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904232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90423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WS%2012-13\02%20-%20Sitzungen\02-01%20-%20AStA\Agenda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Agenda_WS2012-13_Vorlage</Template>
  <TotalTime>0</TotalTime>
  <Pages>2</Pages>
  <Words>259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</dc:creator>
  <cp:lastModifiedBy>Maritta Kaemmerer</cp:lastModifiedBy>
  <cp:revision>13</cp:revision>
  <cp:lastPrinted>2006-04-05T07:40:00Z</cp:lastPrinted>
  <dcterms:created xsi:type="dcterms:W3CDTF">2012-10-10T11:56:00Z</dcterms:created>
  <dcterms:modified xsi:type="dcterms:W3CDTF">2012-10-16T10:49:00Z</dcterms:modified>
</cp:coreProperties>
</file>